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C118E" w14:textId="77777777" w:rsidR="00024C2C" w:rsidRDefault="00024C2C" w:rsidP="00024C2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XV. WŁOCHY I WŁOSI</w:t>
      </w:r>
    </w:p>
    <w:p w14:paraId="60CA5744" w14:textId="77777777" w:rsidR="00024C2C" w:rsidRDefault="00024C2C" w:rsidP="00024C2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82AE02" w14:textId="77777777" w:rsidR="00024C2C" w:rsidRDefault="00024C2C" w:rsidP="00024C2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KLUCZ</w:t>
      </w:r>
    </w:p>
    <w:p w14:paraId="295A688E" w14:textId="77777777" w:rsidR="00024C2C" w:rsidRDefault="00024C2C" w:rsidP="00024C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69E3A9" w14:textId="77777777" w:rsidR="00024C2C" w:rsidRDefault="00024C2C" w:rsidP="00024C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54F763A" w14:textId="77777777" w:rsidR="00024C2C" w:rsidRDefault="00024C2C" w:rsidP="00024C2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</w:t>
      </w:r>
    </w:p>
    <w:p w14:paraId="647772DF" w14:textId="77777777" w:rsidR="00024C2C" w:rsidRDefault="00024C2C" w:rsidP="00024C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57ED31D" w14:textId="77777777" w:rsidR="00024C2C" w:rsidRDefault="00024C2C" w:rsidP="00024C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D75F445" w14:textId="77777777" w:rsidR="00024C2C" w:rsidRDefault="00024C2C" w:rsidP="00024C2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1.B; 2.B; 3.B; 4.C; 5. V; 6.V; 7.F; 8.V.</w:t>
      </w:r>
    </w:p>
    <w:p w14:paraId="3128FB1F" w14:textId="77777777" w:rsidR="00024C2C" w:rsidRDefault="00024C2C" w:rsidP="00024C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369813" w14:textId="77777777" w:rsidR="00024C2C" w:rsidRDefault="00024C2C" w:rsidP="00024C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574D324" w14:textId="77777777" w:rsidR="00024C2C" w:rsidRDefault="00024C2C" w:rsidP="00024C2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2</w:t>
      </w:r>
    </w:p>
    <w:p w14:paraId="0DD4D570" w14:textId="77777777" w:rsidR="00024C2C" w:rsidRDefault="00024C2C" w:rsidP="00024C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90CD67F" w14:textId="77777777" w:rsidR="00024C2C" w:rsidRDefault="00024C2C" w:rsidP="00024C2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1.A; 2.B; 3.C; 4.A; 5.F; 6.V; 7.F; 8.F.    </w:t>
      </w:r>
    </w:p>
    <w:p w14:paraId="3C8D9171" w14:textId="77777777" w:rsidR="00024C2C" w:rsidRDefault="00024C2C" w:rsidP="00024C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E116495" w14:textId="77777777" w:rsidR="00024C2C" w:rsidRDefault="00024C2C" w:rsidP="00024C2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3</w:t>
      </w:r>
    </w:p>
    <w:p w14:paraId="1C4C7B60" w14:textId="77777777" w:rsidR="00024C2C" w:rsidRDefault="00024C2C" w:rsidP="00024C2C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1.D; 2.B; 3.C; 4.C; 5.A.</w:t>
      </w:r>
    </w:p>
    <w:p w14:paraId="3D25E426" w14:textId="77777777" w:rsidR="00024C2C" w:rsidRDefault="00024C2C" w:rsidP="00024C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1AE4A36" w14:textId="77777777" w:rsidR="00024C2C" w:rsidRDefault="00024C2C" w:rsidP="00024C2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4</w:t>
      </w:r>
    </w:p>
    <w:p w14:paraId="4661F39A" w14:textId="77777777" w:rsidR="00024C2C" w:rsidRPr="00024C2C" w:rsidRDefault="00024C2C" w:rsidP="00024C2C">
      <w:pPr>
        <w:numPr>
          <w:ilvl w:val="0"/>
          <w:numId w:val="1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024C2C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La prima macchina per la produzione del caffè espresso.</w:t>
      </w:r>
    </w:p>
    <w:p w14:paraId="36CB29B2" w14:textId="77777777" w:rsidR="00024C2C" w:rsidRDefault="00024C2C" w:rsidP="00024C2C">
      <w:pPr>
        <w:numPr>
          <w:ilvl w:val="0"/>
          <w:numId w:val="1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Venezia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14:paraId="2B0B67D5" w14:textId="77777777" w:rsidR="00024C2C" w:rsidRPr="00024C2C" w:rsidRDefault="00024C2C" w:rsidP="00024C2C">
      <w:pPr>
        <w:numPr>
          <w:ilvl w:val="0"/>
          <w:numId w:val="1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  <w:r w:rsidRPr="00024C2C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Il suo consumo divenne progressivamente associato a momenti di relax e di scambio di punti di vista culturali.</w:t>
      </w:r>
    </w:p>
    <w:p w14:paraId="6F9B2BDF" w14:textId="77777777" w:rsidR="00024C2C" w:rsidRDefault="00024C2C" w:rsidP="00024C2C">
      <w:pPr>
        <w:numPr>
          <w:ilvl w:val="0"/>
          <w:numId w:val="1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Nel 1906.</w:t>
      </w:r>
    </w:p>
    <w:p w14:paraId="2EEEED85" w14:textId="77777777" w:rsidR="00024C2C" w:rsidRDefault="00024C2C" w:rsidP="00024C2C">
      <w:pPr>
        <w:numPr>
          <w:ilvl w:val="0"/>
          <w:numId w:val="1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Falso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14:paraId="1F1AC330" w14:textId="77777777" w:rsidR="00024C2C" w:rsidRDefault="00024C2C" w:rsidP="00024C2C">
      <w:pPr>
        <w:numPr>
          <w:ilvl w:val="0"/>
          <w:numId w:val="1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Falso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14:paraId="60BEC0EF" w14:textId="77777777" w:rsidR="00024C2C" w:rsidRDefault="00024C2C" w:rsidP="00024C2C">
      <w:pPr>
        <w:numPr>
          <w:ilvl w:val="0"/>
          <w:numId w:val="1"/>
        </w:numPr>
        <w:shd w:val="clear" w:color="auto" w:fill="FFFFFF"/>
        <w:spacing w:after="40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Vero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14:paraId="10FC6905" w14:textId="77777777" w:rsidR="00024C2C" w:rsidRDefault="00024C2C" w:rsidP="00024C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E559046" w14:textId="77777777" w:rsidR="00024C2C" w:rsidRDefault="00024C2C" w:rsidP="00024C2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5</w:t>
      </w:r>
    </w:p>
    <w:p w14:paraId="738CB4C1" w14:textId="77777777" w:rsidR="00024C2C" w:rsidRDefault="00024C2C" w:rsidP="00024C2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1.E; 2.D; 3.C; 4.A. </w:t>
      </w:r>
    </w:p>
    <w:p w14:paraId="77FF3C75" w14:textId="77777777" w:rsidR="00024C2C" w:rsidRDefault="00024C2C" w:rsidP="00024C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5BF4786" w14:textId="77777777" w:rsidR="00024C2C" w:rsidRDefault="00024C2C" w:rsidP="00024C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CDCE39E" w14:textId="77777777" w:rsidR="00024C2C" w:rsidRDefault="00024C2C"/>
    <w:sectPr w:rsidR="00024C2C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F3EED"/>
    <w:multiLevelType w:val="multilevel"/>
    <w:tmpl w:val="9E1E88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13772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C2C"/>
    <w:rsid w:val="00024C2C"/>
    <w:rsid w:val="0009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9F55E"/>
  <w15:chartTrackingRefBased/>
  <w15:docId w15:val="{0E81D269-FC9E-4F8A-B607-15D35712A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C2C"/>
    <w:pPr>
      <w:spacing w:after="0" w:line="276" w:lineRule="auto"/>
    </w:pPr>
    <w:rPr>
      <w:rFonts w:ascii="Arial" w:eastAsia="Arial" w:hAnsi="Arial" w:cs="Arial"/>
      <w:kern w:val="0"/>
      <w:lang w:val="pl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367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Desy Mas</dc:creator>
  <cp:keywords/>
  <dc:description/>
  <cp:lastModifiedBy>agnieszka kasprzycka</cp:lastModifiedBy>
  <cp:revision>2</cp:revision>
  <dcterms:created xsi:type="dcterms:W3CDTF">2023-10-01T18:56:00Z</dcterms:created>
  <dcterms:modified xsi:type="dcterms:W3CDTF">2023-10-01T18:56:00Z</dcterms:modified>
</cp:coreProperties>
</file>